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04B036D2" w:rsidR="00F422D3" w:rsidRDefault="00F422D3" w:rsidP="00B42F40">
      <w:pPr>
        <w:pStyle w:val="Titul2"/>
      </w:pPr>
      <w:r>
        <w:t>Název zakázky: „</w:t>
      </w:r>
      <w:r w:rsidR="00683E14">
        <w:t>Pásové rypadlo II.</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683E14">
        <w:t xml:space="preserve">pověření č. </w:t>
      </w:r>
      <w:r w:rsidR="0010127F" w:rsidRPr="00683E14">
        <w:t>3146</w:t>
      </w:r>
      <w:r w:rsidRPr="00683E14">
        <w:t xml:space="preserve"> ze dne </w:t>
      </w:r>
      <w:r w:rsidR="0010127F" w:rsidRPr="00683E14">
        <w:t>15</w:t>
      </w:r>
      <w:r w:rsidRPr="00683E14">
        <w:t xml:space="preserve">. </w:t>
      </w:r>
      <w:r w:rsidR="0010127F" w:rsidRPr="00683E1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1739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0217965A" w14:textId="441BB0EE" w:rsidR="00F422D3" w:rsidRPr="00615D83" w:rsidRDefault="00615D83" w:rsidP="00AF2741">
      <w:pPr>
        <w:pStyle w:val="Textbezodsazen"/>
        <w:spacing w:after="0"/>
        <w:rPr>
          <w:bCs/>
        </w:rPr>
      </w:pPr>
      <w:r w:rsidRPr="00615D83">
        <w:rPr>
          <w:bCs/>
        </w:rPr>
        <w:t xml:space="preserve">číslo </w:t>
      </w:r>
      <w:proofErr w:type="gramStart"/>
      <w:r w:rsidRPr="00615D83">
        <w:rPr>
          <w:bCs/>
        </w:rPr>
        <w:t xml:space="preserve">ISPROFOND: </w:t>
      </w:r>
      <w:r w:rsidR="00F422D3" w:rsidRPr="00615D83">
        <w:rPr>
          <w:bCs/>
        </w:rPr>
        <w:t xml:space="preserve"> </w:t>
      </w:r>
      <w:r w:rsidR="00683E14">
        <w:rPr>
          <w:b/>
        </w:rPr>
        <w:t>500</w:t>
      </w:r>
      <w:proofErr w:type="gramEnd"/>
      <w:r w:rsidR="00683E14">
        <w:rPr>
          <w:b/>
        </w:rPr>
        <w:t> 354 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AB9EA51"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683E14">
        <w:rPr>
          <w:b/>
          <w:color w:val="000000"/>
        </w:rPr>
        <w:t>Pásové rypadlo II</w:t>
      </w:r>
      <w:r w:rsidRPr="00F73272">
        <w:rPr>
          <w:lang w:eastAsia="cs-CZ"/>
        </w:rPr>
        <w:t>“, ev. č. veřejné zakázky zadavatele</w:t>
      </w:r>
      <w:r w:rsidRPr="00683E14">
        <w:rPr>
          <w:lang w:eastAsia="cs-CZ"/>
        </w:rPr>
        <w:t xml:space="preserve">: </w:t>
      </w:r>
      <w:r w:rsidRPr="00683E14">
        <w:rPr>
          <w:b/>
          <w:lang w:eastAsia="cs-CZ"/>
        </w:rPr>
        <w:t>635</w:t>
      </w:r>
      <w:r w:rsidR="00683E14" w:rsidRPr="00683E14">
        <w:rPr>
          <w:b/>
          <w:lang w:eastAsia="cs-CZ"/>
        </w:rPr>
        <w:t>24155</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17146185" w:rsidR="00F24489" w:rsidRPr="00F97DBD" w:rsidRDefault="00615D83" w:rsidP="00F24489">
      <w:pPr>
        <w:pStyle w:val="Text1-1"/>
      </w:pPr>
      <w:r>
        <w:t xml:space="preserve">Předmětem koupě </w:t>
      </w:r>
      <w:r w:rsidR="00683E14">
        <w:t>jsou 2 ks pásových rypadel pro účely zajištění údržby 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684D7228" w:rsidR="00FB565A" w:rsidRPr="00683E14" w:rsidRDefault="00683E14" w:rsidP="00FB565A">
      <w:pPr>
        <w:pStyle w:val="Text1-2"/>
      </w:pPr>
      <w:r w:rsidRPr="00683E14">
        <w:rPr>
          <w:lang w:eastAsia="cs-CZ"/>
        </w:rPr>
        <w:t xml:space="preserve">zaškolení Kupujícího pro bezpečnou obsluhu a údržbu Předmětu koupě. </w:t>
      </w:r>
    </w:p>
    <w:p w14:paraId="6937ABB3" w14:textId="72694F83" w:rsidR="00FB565A" w:rsidRPr="00683E14" w:rsidRDefault="00683E14" w:rsidP="00FB565A">
      <w:pPr>
        <w:pStyle w:val="Text1-2"/>
      </w:pPr>
      <w:r w:rsidRPr="00683E14">
        <w:rPr>
          <w:lang w:eastAsia="cs-CZ"/>
        </w:rPr>
        <w:t xml:space="preserve">vyhotovení a předání příslušných Dokladů. </w:t>
      </w:r>
    </w:p>
    <w:p w14:paraId="04CBC914" w14:textId="4AD85257" w:rsidR="00106B57" w:rsidRPr="00683E14" w:rsidRDefault="00683E14" w:rsidP="00106B57">
      <w:pPr>
        <w:pStyle w:val="Text1-2"/>
      </w:pPr>
      <w:r w:rsidRPr="00683E14">
        <w:rPr>
          <w:lang w:eastAsia="cs-CZ"/>
        </w:rPr>
        <w:t>Doprava Předmětu koupě do Místa dodání,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w:t>
      </w:r>
      <w:proofErr w:type="gramStart"/>
      <w:r w:rsidRPr="00D0673C">
        <w:rPr>
          <w:highlight w:val="yellow"/>
        </w:rPr>
        <w:t>VLOŽÍ</w:t>
      </w:r>
      <w:proofErr w:type="gramEnd"/>
      <w:r w:rsidRPr="00D0673C">
        <w:rPr>
          <w:highlight w:val="yellow"/>
        </w:rPr>
        <w:t xml:space="preserve"> PRODÁVAJÍCÍ]"</w:t>
      </w:r>
      <w:r w:rsidRPr="00D0673C">
        <w:rPr>
          <w:highlight w:val="yellow"/>
          <w:lang w:eastAsia="cs-CZ"/>
        </w:rPr>
        <w:t xml:space="preserve"> </w:t>
      </w:r>
      <w:r w:rsidRPr="00FB565A">
        <w:rPr>
          <w:highlight w:val="yellow"/>
          <w:lang w:eastAsia="cs-CZ"/>
        </w:rPr>
        <w:t>Kč</w:t>
      </w:r>
    </w:p>
    <w:p w14:paraId="34F53FA3" w14:textId="0561A892" w:rsidR="00454369" w:rsidRPr="00ED43E6" w:rsidRDefault="004F101A" w:rsidP="00FB565A">
      <w:pPr>
        <w:pStyle w:val="Text1-1"/>
        <w:rPr>
          <w:lang w:eastAsia="cs-CZ"/>
        </w:rPr>
      </w:pPr>
      <w:r w:rsidRPr="00ED43E6">
        <w:rPr>
          <w:lang w:eastAsia="cs-CZ"/>
        </w:rPr>
        <w:t>Neobsazeno.</w:t>
      </w:r>
    </w:p>
    <w:p w14:paraId="1AD37E7C" w14:textId="6BF396D0" w:rsidR="00454369" w:rsidRPr="00ED43E6" w:rsidRDefault="00FB565A" w:rsidP="00FB565A">
      <w:pPr>
        <w:pStyle w:val="Text1-1"/>
        <w:rPr>
          <w:lang w:eastAsia="cs-CZ"/>
        </w:rPr>
      </w:pPr>
      <w:r w:rsidRPr="00ED43E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ED43E6">
        <w:rPr>
          <w:lang w:eastAsia="cs-CZ"/>
        </w:rPr>
        <w:t>3</w:t>
      </w:r>
      <w:r w:rsidRPr="00ED43E6">
        <w:rPr>
          <w:lang w:eastAsia="cs-CZ"/>
        </w:rPr>
        <w:t xml:space="preserve">, odst. </w:t>
      </w:r>
      <w:r w:rsidR="00F34FAC" w:rsidRPr="00ED43E6">
        <w:rPr>
          <w:lang w:eastAsia="cs-CZ"/>
        </w:rPr>
        <w:t>3</w:t>
      </w:r>
      <w:r w:rsidRPr="00ED43E6">
        <w:rPr>
          <w:lang w:eastAsia="cs-CZ"/>
        </w:rPr>
        <w:t xml:space="preserve">.1 této Smlouvy. Předání a převzetí Předmětu koupě bude stvrzeno oběma Smluvními stranami podpisem Předávacího protokolu (dodacího listu). </w:t>
      </w:r>
    </w:p>
    <w:p w14:paraId="35CD592B" w14:textId="1878ED76" w:rsidR="00FB565A" w:rsidRPr="00ED43E6" w:rsidRDefault="00454369" w:rsidP="00FB565A">
      <w:pPr>
        <w:pStyle w:val="Text1-1"/>
        <w:rPr>
          <w:lang w:eastAsia="cs-CZ"/>
        </w:rPr>
      </w:pPr>
      <w:bookmarkStart w:id="0" w:name="_Hlk165566651"/>
      <w:r w:rsidRPr="00ED43E6">
        <w:rPr>
          <w:lang w:eastAsia="cs-CZ"/>
        </w:rPr>
        <w:t>Smluvní strany sjednaly možnost plnění Předmětu koupě po částech</w:t>
      </w:r>
      <w:bookmarkEnd w:id="0"/>
      <w:r w:rsidR="00726F62" w:rsidRPr="00ED43E6">
        <w:rPr>
          <w:lang w:eastAsia="cs-CZ"/>
        </w:rPr>
        <w:t>.</w:t>
      </w:r>
      <w:r w:rsidRPr="00ED43E6">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proofErr w:type="gramStart"/>
      <w:r w:rsidRPr="00F4008F">
        <w:rPr>
          <w:lang w:eastAsia="cs-CZ"/>
        </w:rPr>
        <w:t>dokladu</w:t>
      </w:r>
      <w:r w:rsidR="00106B57">
        <w:rPr>
          <w:lang w:eastAsia="cs-CZ"/>
        </w:rPr>
        <w:t xml:space="preserve"> - </w:t>
      </w:r>
      <w:r w:rsidRPr="00F4008F">
        <w:rPr>
          <w:lang w:eastAsia="cs-CZ"/>
        </w:rPr>
        <w:t>faktury</w:t>
      </w:r>
      <w:proofErr w:type="gramEnd"/>
      <w:r w:rsidRPr="00F4008F">
        <w:rPr>
          <w:lang w:eastAsia="cs-CZ"/>
        </w:rPr>
        <w:t xml:space="preserve">) vystavené Prodávajícím se </w:t>
      </w:r>
      <w:r w:rsidRPr="00ED43E6">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lastRenderedPageBreak/>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115302" w:rsidRDefault="00454369" w:rsidP="00454369">
      <w:pPr>
        <w:pStyle w:val="Nadpis1-1"/>
      </w:pPr>
      <w:r w:rsidRPr="00115302">
        <w:t>místo a doba dodání</w:t>
      </w:r>
    </w:p>
    <w:p w14:paraId="0CB9B3DF" w14:textId="77777777" w:rsidR="00115302" w:rsidRPr="00417395" w:rsidRDefault="00F24489" w:rsidP="00F24489">
      <w:pPr>
        <w:pStyle w:val="Text1-1"/>
      </w:pPr>
      <w:r w:rsidRPr="00115302">
        <w:t xml:space="preserve">Místo </w:t>
      </w:r>
      <w:r w:rsidR="00454369" w:rsidRPr="00115302">
        <w:t>dodání je</w:t>
      </w:r>
      <w:r w:rsidR="00115302" w:rsidRPr="00417395">
        <w:t xml:space="preserve">: </w:t>
      </w:r>
    </w:p>
    <w:p w14:paraId="473ED526" w14:textId="2B8C4EBC" w:rsidR="00115302" w:rsidRPr="00115302" w:rsidRDefault="00115302" w:rsidP="00115302">
      <w:pPr>
        <w:pStyle w:val="Text1-2"/>
      </w:pPr>
      <w:r w:rsidRPr="00115302">
        <w:t>Správa železnic, státní organizace, Oblastní ředitelství Ostrava, TO Krnov – Albrechtická 2479/55, 794 01 Krnov; (50.</w:t>
      </w:r>
      <w:proofErr w:type="gramStart"/>
      <w:r w:rsidRPr="00115302">
        <w:t>0944867N</w:t>
      </w:r>
      <w:proofErr w:type="gramEnd"/>
      <w:r w:rsidRPr="00115302">
        <w:t>, 17.6840539E)</w:t>
      </w:r>
      <w:r>
        <w:t xml:space="preserve"> – pro 1ks Předmětu koupě</w:t>
      </w:r>
    </w:p>
    <w:p w14:paraId="0F0C5A91" w14:textId="472038C3" w:rsidR="00454369" w:rsidRPr="00115302" w:rsidRDefault="00115302" w:rsidP="00417395">
      <w:pPr>
        <w:pStyle w:val="Text1-2"/>
      </w:pPr>
      <w:r w:rsidRPr="00115302">
        <w:t>Správa železnic, státní organizace, Oblastní ředitelství Ostrava,</w:t>
      </w:r>
      <w:r w:rsidR="00617A1E" w:rsidRPr="00115302">
        <w:t xml:space="preserve"> </w:t>
      </w:r>
      <w:r w:rsidRPr="00115302">
        <w:t>SEE Olomouc – Jeremenkova 267/11, 779 00 Olomouc. (49.</w:t>
      </w:r>
      <w:proofErr w:type="gramStart"/>
      <w:r w:rsidRPr="00115302">
        <w:t>5964856N</w:t>
      </w:r>
      <w:proofErr w:type="gramEnd"/>
      <w:r w:rsidRPr="00115302">
        <w:t>, 17.2760506E)</w:t>
      </w:r>
      <w:r>
        <w:t xml:space="preserve"> – pro 1ks Předmětu koupě</w:t>
      </w:r>
      <w:r w:rsidR="00617A1E" w:rsidRPr="00115302">
        <w:t>.</w:t>
      </w:r>
    </w:p>
    <w:p w14:paraId="2AAB0962" w14:textId="35312D04" w:rsidR="00F24489" w:rsidRDefault="00454369" w:rsidP="00F24489">
      <w:pPr>
        <w:pStyle w:val="Text1-1"/>
      </w:pPr>
      <w:r>
        <w:t xml:space="preserve">Předmět koupě bude dodán v termínu: nejpozději do </w:t>
      </w:r>
      <w:r w:rsidR="00947C9E" w:rsidRPr="00947C9E">
        <w:rPr>
          <w:b/>
          <w:bCs/>
        </w:rPr>
        <w:t>15. 11. 2024</w:t>
      </w:r>
      <w:r w:rsidR="00947C9E">
        <w:rPr>
          <w:b/>
          <w:bCs/>
        </w:rPr>
        <w:t>.</w:t>
      </w:r>
    </w:p>
    <w:p w14:paraId="355BFEBF" w14:textId="6155ACFD" w:rsidR="00454369" w:rsidRDefault="00454369" w:rsidP="00F24489">
      <w:pPr>
        <w:pStyle w:val="Text1-1"/>
      </w:pPr>
      <w:r>
        <w:rPr>
          <w:rFonts w:eastAsia="Times New Roman" w:cs="Times New Roman"/>
          <w:lang w:eastAsia="cs-CZ"/>
        </w:rPr>
        <w:t xml:space="preserve">Prodávající se zavazuje avizovat dodávku Předmětu koupě </w:t>
      </w:r>
      <w:r w:rsidRPr="00947C9E">
        <w:rPr>
          <w:rFonts w:eastAsia="Times New Roman" w:cs="Times New Roman"/>
          <w:lang w:eastAsia="cs-CZ"/>
        </w:rPr>
        <w:t xml:space="preserve">nejpozději </w:t>
      </w:r>
      <w:r w:rsidR="00947C9E" w:rsidRPr="00947C9E">
        <w:rPr>
          <w:rFonts w:eastAsia="Times New Roman" w:cs="Times New Roman"/>
          <w:lang w:eastAsia="cs-CZ"/>
        </w:rPr>
        <w:t>2</w:t>
      </w:r>
      <w:r w:rsidRPr="00947C9E">
        <w:rPr>
          <w:rFonts w:eastAsia="Times New Roman" w:cs="Times New Roman"/>
          <w:lang w:eastAsia="cs-CZ"/>
        </w:rPr>
        <w:t xml:space="preserve"> pracovní dny před</w:t>
      </w:r>
      <w:r w:rsidRPr="00F742D9">
        <w:rPr>
          <w:rFonts w:eastAsia="Times New Roman" w:cs="Times New Roman"/>
          <w:lang w:eastAsia="cs-CZ"/>
        </w:rPr>
        <w:t xml:space="preserve">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665FD311" w:rsidR="00F34FAC" w:rsidRPr="00947C9E" w:rsidRDefault="00454369" w:rsidP="00F34FAC">
      <w:pPr>
        <w:pStyle w:val="Text1-1"/>
      </w:pPr>
      <w:r w:rsidRPr="00947C9E">
        <w:t>Kupující nevyžaduje poj</w:t>
      </w:r>
      <w:r w:rsidR="00947C9E">
        <w:t>ištění.</w:t>
      </w:r>
    </w:p>
    <w:p w14:paraId="3F7FE46F" w14:textId="7FAA989B" w:rsidR="00F34FAC" w:rsidRPr="00947C9E" w:rsidRDefault="00454369" w:rsidP="00F34FAC">
      <w:pPr>
        <w:pStyle w:val="Text1-1"/>
      </w:pPr>
      <w:r w:rsidRPr="00947C9E">
        <w:t>Kupující nevyžaduje speciáln</w:t>
      </w:r>
      <w:r w:rsidR="00947C9E">
        <w:t>í balení.</w:t>
      </w:r>
      <w:r w:rsidRPr="00947C9E">
        <w:t xml:space="preserve"> </w:t>
      </w:r>
    </w:p>
    <w:p w14:paraId="4F5C9EAA" w14:textId="1941CF10" w:rsidR="00F34FAC" w:rsidRPr="00947C9E" w:rsidRDefault="00A53FCB" w:rsidP="00F34FAC">
      <w:pPr>
        <w:pStyle w:val="Text1-1"/>
      </w:pPr>
      <w:bookmarkStart w:id="1" w:name="_Hlk161322717"/>
      <w:r w:rsidRPr="00947C9E">
        <w:t xml:space="preserve">Vratný obalový materiál </w:t>
      </w:r>
      <w:proofErr w:type="gramStart"/>
      <w:r w:rsidRPr="00947C9E">
        <w:t>tvoří</w:t>
      </w:r>
      <w:bookmarkEnd w:id="1"/>
      <w:proofErr w:type="gramEnd"/>
      <w:r w:rsidR="00947C9E" w:rsidRPr="00947C9E">
        <w:t>: bez vratného materiálu.</w:t>
      </w:r>
    </w:p>
    <w:p w14:paraId="41B996A5" w14:textId="3A2E6489" w:rsidR="00A53FCB" w:rsidRPr="00947C9E" w:rsidRDefault="00A53FCB" w:rsidP="005511D6">
      <w:pPr>
        <w:pStyle w:val="Text1-1"/>
      </w:pPr>
      <w:r w:rsidRPr="00947C9E">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1792E471" w:rsidR="00A53FCB" w:rsidRPr="00947C9E" w:rsidRDefault="00A53FCB" w:rsidP="00A53FCB">
      <w:pPr>
        <w:pStyle w:val="Text1-2"/>
      </w:pPr>
      <w:r w:rsidRPr="00947C9E">
        <w:t>Dodac</w:t>
      </w:r>
      <w:r w:rsidR="00947C9E">
        <w:t>í list.</w:t>
      </w:r>
    </w:p>
    <w:p w14:paraId="30308DDA" w14:textId="44F7B348" w:rsidR="00A53FCB" w:rsidRPr="00947C9E" w:rsidRDefault="00947C9E" w:rsidP="00A53FCB">
      <w:pPr>
        <w:pStyle w:val="Text1-2"/>
      </w:pPr>
      <w:r w:rsidRPr="00947C9E">
        <w:t>Záruční list.</w:t>
      </w:r>
    </w:p>
    <w:p w14:paraId="54FECE25" w14:textId="07181769" w:rsidR="00A53FCB" w:rsidRPr="00947C9E" w:rsidRDefault="00947C9E" w:rsidP="00A53FCB">
      <w:pPr>
        <w:pStyle w:val="Text1-2"/>
      </w:pPr>
      <w:r w:rsidRPr="00947C9E">
        <w:t>Prohlášení o shodě dodávaného výrobku.</w:t>
      </w:r>
    </w:p>
    <w:p w14:paraId="17A3CC9E" w14:textId="7084582E" w:rsidR="00947C9E" w:rsidRPr="00947C9E" w:rsidRDefault="00947C9E" w:rsidP="00A53FCB">
      <w:pPr>
        <w:pStyle w:val="Text1-2"/>
      </w:pPr>
      <w:r w:rsidRPr="00947C9E">
        <w:t>Návod k použití, údržbě a obsluze stroje v CZ jazyce.</w:t>
      </w:r>
    </w:p>
    <w:p w14:paraId="3C33C691" w14:textId="2B241F7A" w:rsidR="00A53FCB" w:rsidRPr="00A53FCB" w:rsidRDefault="00A53FCB" w:rsidP="00F34FAC">
      <w:pPr>
        <w:pStyle w:val="Nadpis1-1"/>
        <w:rPr>
          <w:b w:val="0"/>
          <w:bCs/>
        </w:rPr>
      </w:pPr>
      <w:r w:rsidRPr="00A53FCB">
        <w:rPr>
          <w:bCs/>
        </w:rPr>
        <w:t>Záruka</w:t>
      </w:r>
    </w:p>
    <w:p w14:paraId="7BB37752" w14:textId="4A9CB22E" w:rsidR="00AF0065" w:rsidRDefault="00A53FCB" w:rsidP="00A771A6">
      <w:pPr>
        <w:pStyle w:val="Text1-1"/>
      </w:pPr>
      <w:r w:rsidRPr="00A53FCB">
        <w:t xml:space="preserve">Záruční doba činí </w:t>
      </w:r>
      <w:r w:rsidR="00947C9E" w:rsidRPr="00947C9E">
        <w:rPr>
          <w:b/>
          <w:bCs/>
        </w:rPr>
        <w:t>36</w:t>
      </w:r>
      <w:r w:rsidRPr="00947C9E">
        <w:rPr>
          <w:b/>
          <w:bCs/>
        </w:rPr>
        <w:t xml:space="preserve"> měsíců</w:t>
      </w:r>
      <w:r w:rsidR="00947C9E">
        <w:t xml:space="preserve">, nebo </w:t>
      </w:r>
      <w:r w:rsidR="00947C9E" w:rsidRPr="00947C9E">
        <w:rPr>
          <w:b/>
          <w:bCs/>
        </w:rPr>
        <w:t>doba, kdy bude dovršeno nájezdu 2000 MTH</w:t>
      </w:r>
      <w:r w:rsidR="00947C9E">
        <w:t xml:space="preserve"> včetně. V tomto případě se za rozhodný údaj pro délku záruky dle předchozí věty považuje ta skutečnost ze dvou výše jmenovaných, která nastane jako první.</w:t>
      </w:r>
    </w:p>
    <w:p w14:paraId="3B501842" w14:textId="60279E46" w:rsidR="00A771A6" w:rsidRPr="00947C9E" w:rsidRDefault="00A771A6" w:rsidP="00A771A6">
      <w:pPr>
        <w:pStyle w:val="Text1-1"/>
      </w:pPr>
      <w:bookmarkStart w:id="2" w:name="_Hlk161322988"/>
      <w:r w:rsidRPr="00947C9E">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947C9E" w:rsidRPr="00947C9E">
        <w:t>M</w:t>
      </w:r>
      <w:r w:rsidRPr="00947C9E">
        <w:t xml:space="preserve">ísta opravy a následně zpět do Místa dodání a uhradí veškeré oprávněné náklady s touto přepravou spojené. </w:t>
      </w:r>
    </w:p>
    <w:p w14:paraId="58CC51A6" w14:textId="543141B0" w:rsidR="00A771A6" w:rsidRPr="00947C9E" w:rsidRDefault="00A771A6" w:rsidP="00A771A6">
      <w:pPr>
        <w:pStyle w:val="Text1-1"/>
      </w:pPr>
      <w:r w:rsidRPr="00947C9E">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947C9E">
        <w:t>.</w:t>
      </w:r>
    </w:p>
    <w:p w14:paraId="263D04DB" w14:textId="6BFAA30A" w:rsidR="00F24489" w:rsidRPr="00FE6762" w:rsidRDefault="00FB1BA8" w:rsidP="00214C3E">
      <w:pPr>
        <w:pStyle w:val="Nadpis1-1"/>
      </w:pPr>
      <w:r>
        <w:lastRenderedPageBreak/>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25EC3FF" w:rsidR="007C34D3" w:rsidRPr="00947C9E"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r w:rsidR="00947C9E" w:rsidRPr="00947C9E">
        <w:t>Jiří Kneifel</w:t>
      </w:r>
      <w:r w:rsidRPr="00947C9E">
        <w:rPr>
          <w:rFonts w:eastAsia="Times New Roman" w:cs="Times New Roman"/>
          <w:lang w:eastAsia="cs-CZ"/>
        </w:rPr>
        <w:t xml:space="preserve"> </w:t>
      </w:r>
      <w:bookmarkEnd w:id="3"/>
    </w:p>
    <w:p w14:paraId="32A6E452" w14:textId="41E6028C" w:rsidR="007C34D3" w:rsidRDefault="007C34D3" w:rsidP="007C34D3">
      <w:pPr>
        <w:spacing w:after="80" w:line="276" w:lineRule="auto"/>
        <w:ind w:left="1701" w:firstLine="709"/>
        <w:jc w:val="both"/>
        <w:rPr>
          <w:rStyle w:val="Hypertextovodkaz"/>
          <w:rFonts w:eastAsia="Times New Roman" w:cs="Times New Roman"/>
          <w:lang w:eastAsia="cs-CZ"/>
        </w:rPr>
      </w:pPr>
      <w:r w:rsidRPr="00947C9E">
        <w:rPr>
          <w:rFonts w:eastAsia="Times New Roman" w:cs="Times New Roman"/>
          <w:lang w:eastAsia="cs-CZ"/>
        </w:rPr>
        <w:t xml:space="preserve">tel. </w:t>
      </w:r>
      <w:r w:rsidRPr="00947C9E">
        <w:t>+420</w:t>
      </w:r>
      <w:r w:rsidR="00947C9E" w:rsidRPr="00947C9E">
        <w:t> 702 017 659</w:t>
      </w:r>
      <w:r w:rsidRPr="00947C9E">
        <w:rPr>
          <w:rFonts w:eastAsia="Times New Roman" w:cs="Times New Roman"/>
          <w:lang w:eastAsia="cs-CZ"/>
        </w:rPr>
        <w:t xml:space="preserve">, email: </w:t>
      </w:r>
      <w:hyperlink r:id="rId13" w:history="1">
        <w:r w:rsidR="00947C9E" w:rsidRPr="00947C9E">
          <w:rPr>
            <w:rStyle w:val="Hypertextovodkaz"/>
            <w:rFonts w:eastAsia="Times New Roman" w:cs="Times New Roman"/>
            <w:noProof w:val="0"/>
            <w:lang w:eastAsia="cs-CZ"/>
          </w:rPr>
          <w:t>Kneifel@spravazeleznic.cz</w:t>
        </w:r>
      </w:hyperlink>
      <w:r w:rsidR="00947C9E">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617A1E" w:rsidRDefault="00F34FAC" w:rsidP="00F34FAC">
      <w:pPr>
        <w:pStyle w:val="Text1-1"/>
        <w:rPr>
          <w:lang w:eastAsia="cs-CZ"/>
        </w:rPr>
      </w:pPr>
      <w:r w:rsidRPr="00617A1E">
        <w:rPr>
          <w:lang w:eastAsia="cs-CZ"/>
        </w:rPr>
        <w:t>Servisní středisko prodávajícího pro účely servisu a oprav Předmětu Koupě:</w:t>
      </w:r>
    </w:p>
    <w:p w14:paraId="2236AA8B" w14:textId="16A11FA8" w:rsidR="00617A1E" w:rsidRPr="00174356" w:rsidRDefault="00617A1E" w:rsidP="00617A1E">
      <w:pPr>
        <w:pStyle w:val="Text1-2"/>
      </w:pPr>
      <w:r w:rsidRPr="00174356">
        <w:t xml:space="preserve">pro 1ks </w:t>
      </w:r>
      <w:r w:rsidRPr="00E6551A">
        <w:rPr>
          <w:rFonts w:eastAsia="Times New Roman" w:cs="Times New Roman"/>
          <w:lang w:eastAsia="cs-CZ"/>
        </w:rPr>
        <w:t xml:space="preserve">Předmětu koupě, který </w:t>
      </w:r>
      <w:r w:rsidRPr="00174356">
        <w:rPr>
          <w:rFonts w:eastAsia="Times New Roman" w:cs="Times New Roman"/>
          <w:lang w:eastAsia="cs-CZ"/>
        </w:rPr>
        <w:t xml:space="preserve">je vázán </w:t>
      </w:r>
      <w:r w:rsidRPr="00E6551A">
        <w:rPr>
          <w:rFonts w:eastAsia="Times New Roman" w:cs="Times New Roman"/>
          <w:lang w:eastAsia="cs-CZ"/>
        </w:rPr>
        <w:t>k</w:t>
      </w:r>
      <w:r>
        <w:rPr>
          <w:rFonts w:eastAsia="Times New Roman" w:cs="Times New Roman"/>
          <w:lang w:eastAsia="cs-CZ"/>
        </w:rPr>
        <w:t> </w:t>
      </w:r>
      <w:r w:rsidRPr="00E6551A">
        <w:rPr>
          <w:rFonts w:eastAsia="Times New Roman" w:cs="Times New Roman"/>
          <w:lang w:eastAsia="cs-CZ"/>
        </w:rPr>
        <w:t>provoz</w:t>
      </w:r>
      <w:r>
        <w:rPr>
          <w:rFonts w:eastAsia="Times New Roman" w:cs="Times New Roman"/>
          <w:lang w:eastAsia="cs-CZ"/>
        </w:rPr>
        <w:t>nímu středisku</w:t>
      </w:r>
      <w:r w:rsidRPr="00174356">
        <w:rPr>
          <w:rFonts w:eastAsia="Times New Roman" w:cs="Times New Roman"/>
          <w:lang w:eastAsia="cs-CZ"/>
        </w:rPr>
        <w:t xml:space="preserve"> Kupujícího na adrese</w:t>
      </w:r>
      <w:r>
        <w:rPr>
          <w:rFonts w:eastAsia="Times New Roman" w:cs="Times New Roman"/>
          <w:lang w:eastAsia="cs-CZ"/>
        </w:rPr>
        <w:t xml:space="preserve"> TO Krnov</w:t>
      </w:r>
      <w:r w:rsidRPr="00E6551A">
        <w:t xml:space="preserve">, </w:t>
      </w:r>
      <w:r>
        <w:t>Albrechtická 2479/55</w:t>
      </w:r>
      <w:r w:rsidRPr="00E6551A">
        <w:t>, 7</w:t>
      </w:r>
      <w:r>
        <w:t>94</w:t>
      </w:r>
      <w:r w:rsidRPr="00E6551A">
        <w:t xml:space="preserve"> 0</w:t>
      </w:r>
      <w:r>
        <w:t>1 Krnov</w:t>
      </w:r>
      <w:r w:rsidRPr="00E6551A">
        <w:t xml:space="preserve"> (</w:t>
      </w:r>
      <w:r w:rsidRPr="00617A1E">
        <w:t>50.</w:t>
      </w:r>
      <w:proofErr w:type="gramStart"/>
      <w:r w:rsidRPr="00617A1E">
        <w:t>0944867N</w:t>
      </w:r>
      <w:proofErr w:type="gramEnd"/>
      <w:r w:rsidRPr="00617A1E">
        <w:t>, 17.6840539E</w:t>
      </w:r>
      <w:r w:rsidRPr="00E6551A">
        <w:t>)</w:t>
      </w:r>
    </w:p>
    <w:p w14:paraId="2639512B" w14:textId="77777777" w:rsidR="00617A1E" w:rsidRPr="002D32FA" w:rsidRDefault="00617A1E" w:rsidP="00617A1E">
      <w:pPr>
        <w:pStyle w:val="Text1-2"/>
        <w:numPr>
          <w:ilvl w:val="0"/>
          <w:numId w:val="0"/>
        </w:numPr>
        <w:ind w:left="1474"/>
        <w:rPr>
          <w:rFonts w:eastAsia="Times New Roman" w:cs="Times New Roman"/>
          <w:lang w:eastAsia="cs-CZ"/>
        </w:rPr>
      </w:pPr>
      <w:r w:rsidRPr="009C60AF">
        <w:rPr>
          <w:rFonts w:eastAsia="Times New Roman" w:cs="Times New Roman"/>
        </w:rPr>
        <w:t>Název</w:t>
      </w:r>
      <w:r w:rsidRPr="002D32FA">
        <w:rPr>
          <w:rFonts w:eastAsia="Times New Roman" w:cs="Times New Roman"/>
          <w:lang w:eastAsia="cs-CZ"/>
        </w:rPr>
        <w:t xml:space="preserve"> provozovny prodávajícího: </w:t>
      </w:r>
      <w:r w:rsidRPr="002D32FA">
        <w:rPr>
          <w:highlight w:val="yellow"/>
        </w:rPr>
        <w:t>"[</w:t>
      </w:r>
      <w:proofErr w:type="gramStart"/>
      <w:r w:rsidRPr="002D32FA">
        <w:rPr>
          <w:highlight w:val="yellow"/>
        </w:rPr>
        <w:t>VLOŽÍ</w:t>
      </w:r>
      <w:proofErr w:type="gramEnd"/>
      <w:r w:rsidRPr="002D32FA">
        <w:rPr>
          <w:highlight w:val="yellow"/>
        </w:rPr>
        <w:t xml:space="preserve"> PRODÁVAJÍCÍ]"</w:t>
      </w:r>
      <w:r w:rsidRPr="002D32FA">
        <w:rPr>
          <w:rFonts w:eastAsia="Times New Roman" w:cs="Times New Roman"/>
          <w:lang w:eastAsia="cs-CZ"/>
        </w:rPr>
        <w:t xml:space="preserve"> </w:t>
      </w:r>
    </w:p>
    <w:p w14:paraId="7FEB9AB6" w14:textId="77777777" w:rsidR="00617A1E" w:rsidRPr="001E6E31" w:rsidRDefault="00617A1E" w:rsidP="00617A1E">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t xml:space="preserve">Adresa: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1E6E31">
        <w:rPr>
          <w:rFonts w:eastAsia="Times New Roman" w:cs="Times New Roman"/>
          <w:lang w:eastAsia="cs-CZ"/>
        </w:rPr>
        <w:t xml:space="preserve"> </w:t>
      </w:r>
    </w:p>
    <w:p w14:paraId="0C9B2BE3" w14:textId="77777777" w:rsidR="00617A1E" w:rsidRDefault="00617A1E" w:rsidP="00617A1E">
      <w:pPr>
        <w:pStyle w:val="Odstavecseseznamem"/>
        <w:overflowPunct w:val="0"/>
        <w:autoSpaceDE w:val="0"/>
        <w:autoSpaceDN w:val="0"/>
        <w:adjustRightInd w:val="0"/>
        <w:spacing w:after="80" w:line="276" w:lineRule="auto"/>
        <w:ind w:left="765" w:firstLine="709"/>
        <w:contextualSpacing w:val="0"/>
        <w:jc w:val="both"/>
        <w:textAlignment w:val="baseline"/>
      </w:pPr>
      <w:r w:rsidRPr="001E6E31">
        <w:rPr>
          <w:rFonts w:eastAsia="Times New Roman" w:cs="Times New Roman"/>
          <w:lang w:eastAsia="cs-CZ"/>
        </w:rPr>
        <w:t xml:space="preserve">GPS: </w:t>
      </w:r>
      <w:r w:rsidRPr="00F650AC">
        <w:rPr>
          <w:highlight w:val="yellow"/>
        </w:rPr>
        <w:t>"[</w:t>
      </w:r>
      <w:proofErr w:type="gramStart"/>
      <w:r w:rsidRPr="00F650AC">
        <w:rPr>
          <w:highlight w:val="yellow"/>
        </w:rPr>
        <w:t>VLOŽÍ</w:t>
      </w:r>
      <w:proofErr w:type="gramEnd"/>
      <w:r w:rsidRPr="00F650AC">
        <w:rPr>
          <w:highlight w:val="yellow"/>
        </w:rPr>
        <w:t xml:space="preserve"> PRODÁVAJÍCÍ]"</w:t>
      </w:r>
    </w:p>
    <w:p w14:paraId="37EF4901" w14:textId="77777777" w:rsidR="00617A1E" w:rsidRDefault="00617A1E" w:rsidP="00617A1E">
      <w:pPr>
        <w:pStyle w:val="Odstavecseseznamem"/>
        <w:overflowPunct w:val="0"/>
        <w:autoSpaceDE w:val="0"/>
        <w:autoSpaceDN w:val="0"/>
        <w:adjustRightInd w:val="0"/>
        <w:spacing w:after="80" w:line="276" w:lineRule="auto"/>
        <w:ind w:left="1474"/>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Pr>
          <w:i/>
          <w:color w:val="FF0000"/>
        </w:rPr>
        <w:t>)</w:t>
      </w:r>
    </w:p>
    <w:p w14:paraId="71D08546" w14:textId="57A29B19" w:rsidR="00617A1E" w:rsidRPr="00E6551A" w:rsidRDefault="00617A1E" w:rsidP="00617A1E">
      <w:pPr>
        <w:pStyle w:val="Text1-2"/>
        <w:rPr>
          <w:lang w:eastAsia="cs-CZ"/>
        </w:rPr>
      </w:pPr>
      <w:r w:rsidRPr="00E6551A">
        <w:rPr>
          <w:lang w:eastAsia="cs-CZ"/>
        </w:rPr>
        <w:t>pro 1ks Předmětu koupě, který je vázán k</w:t>
      </w:r>
      <w:r>
        <w:rPr>
          <w:lang w:eastAsia="cs-CZ"/>
        </w:rPr>
        <w:t> </w:t>
      </w:r>
      <w:r w:rsidRPr="00E6551A">
        <w:rPr>
          <w:lang w:eastAsia="cs-CZ"/>
        </w:rPr>
        <w:t>provoz</w:t>
      </w:r>
      <w:r>
        <w:rPr>
          <w:lang w:eastAsia="cs-CZ"/>
        </w:rPr>
        <w:t>nímu středisku</w:t>
      </w:r>
      <w:r w:rsidRPr="00E6551A">
        <w:rPr>
          <w:lang w:eastAsia="cs-CZ"/>
        </w:rPr>
        <w:t xml:space="preserve"> Kupujícího na adrese</w:t>
      </w:r>
      <w:r w:rsidRPr="00E6551A">
        <w:t xml:space="preserve"> </w:t>
      </w:r>
      <w:r>
        <w:t>SEE Olomouc</w:t>
      </w:r>
      <w:r w:rsidRPr="00E6551A">
        <w:t xml:space="preserve">, </w:t>
      </w:r>
      <w:r>
        <w:t>Jeremenkova 267/11</w:t>
      </w:r>
      <w:r w:rsidRPr="00E6551A">
        <w:t>, 7</w:t>
      </w:r>
      <w:r>
        <w:t>79</w:t>
      </w:r>
      <w:r w:rsidRPr="00E6551A">
        <w:t xml:space="preserve"> 0</w:t>
      </w:r>
      <w:r>
        <w:t>0</w:t>
      </w:r>
      <w:r w:rsidRPr="00E6551A">
        <w:t xml:space="preserve"> O</w:t>
      </w:r>
      <w:r>
        <w:t>lomouc</w:t>
      </w:r>
      <w:r w:rsidRPr="00E6551A">
        <w:t xml:space="preserve"> (</w:t>
      </w:r>
      <w:r w:rsidRPr="00617A1E">
        <w:t>49.</w:t>
      </w:r>
      <w:proofErr w:type="gramStart"/>
      <w:r w:rsidRPr="00617A1E">
        <w:t>5964856N</w:t>
      </w:r>
      <w:proofErr w:type="gramEnd"/>
      <w:r w:rsidRPr="00617A1E">
        <w:t>, 17.2760506E</w:t>
      </w:r>
      <w:r w:rsidRPr="00E6551A">
        <w:t>)</w:t>
      </w:r>
    </w:p>
    <w:p w14:paraId="6795CD6E" w14:textId="77777777" w:rsidR="00617A1E" w:rsidRPr="001E6E31" w:rsidRDefault="00617A1E" w:rsidP="00617A1E">
      <w:pPr>
        <w:pStyle w:val="Text1-2"/>
        <w:numPr>
          <w:ilvl w:val="0"/>
          <w:numId w:val="0"/>
        </w:numPr>
        <w:ind w:left="1474"/>
        <w:rPr>
          <w:rFonts w:eastAsia="Times New Roman" w:cs="Times New Roman"/>
          <w:lang w:eastAsia="cs-CZ"/>
        </w:rPr>
      </w:pPr>
      <w:r w:rsidRPr="001E6E31">
        <w:rPr>
          <w:rFonts w:eastAsia="Times New Roman" w:cs="Times New Roman"/>
          <w:lang w:eastAsia="cs-CZ"/>
        </w:rPr>
        <w:t xml:space="preserve">Název provozovny prodávajícího: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1E6E31">
        <w:rPr>
          <w:rFonts w:eastAsia="Times New Roman" w:cs="Times New Roman"/>
          <w:lang w:eastAsia="cs-CZ"/>
        </w:rPr>
        <w:t xml:space="preserve"> </w:t>
      </w:r>
    </w:p>
    <w:p w14:paraId="78F6F0AA" w14:textId="77777777" w:rsidR="00617A1E" w:rsidRPr="001E6E31" w:rsidRDefault="00617A1E" w:rsidP="00617A1E">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t xml:space="preserve">Adresa: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1E6E31">
        <w:rPr>
          <w:rFonts w:eastAsia="Times New Roman" w:cs="Times New Roman"/>
          <w:lang w:eastAsia="cs-CZ"/>
        </w:rPr>
        <w:t xml:space="preserve"> </w:t>
      </w:r>
      <w:r>
        <w:rPr>
          <w:rFonts w:eastAsia="Times New Roman" w:cs="Times New Roman"/>
          <w:lang w:eastAsia="cs-CZ"/>
        </w:rPr>
        <w:tab/>
      </w:r>
    </w:p>
    <w:p w14:paraId="347BA5B1" w14:textId="77777777" w:rsidR="00617A1E" w:rsidRDefault="00617A1E" w:rsidP="00617A1E">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lastRenderedPageBreak/>
        <w:t xml:space="preserve">GPS: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1E6E31">
        <w:rPr>
          <w:rFonts w:eastAsia="Times New Roman" w:cs="Times New Roman"/>
          <w:lang w:eastAsia="cs-CZ"/>
        </w:rPr>
        <w:t xml:space="preserve">  </w:t>
      </w:r>
    </w:p>
    <w:p w14:paraId="06903B90" w14:textId="77777777" w:rsidR="00617A1E" w:rsidRDefault="00617A1E" w:rsidP="00617A1E">
      <w:pPr>
        <w:pStyle w:val="Odstavecseseznamem"/>
        <w:overflowPunct w:val="0"/>
        <w:autoSpaceDE w:val="0"/>
        <w:autoSpaceDN w:val="0"/>
        <w:adjustRightInd w:val="0"/>
        <w:spacing w:after="80" w:line="276" w:lineRule="auto"/>
        <w:ind w:left="1474"/>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Pr>
          <w:i/>
          <w:color w:val="FF0000"/>
        </w:rPr>
        <w:t>)</w:t>
      </w:r>
    </w:p>
    <w:p w14:paraId="1D9F0E62" w14:textId="4C807856" w:rsidR="00617A1E" w:rsidRPr="00617A1E" w:rsidRDefault="00617A1E" w:rsidP="009C60AF">
      <w:pPr>
        <w:pStyle w:val="Odstavecseseznamem"/>
        <w:overflowPunct w:val="0"/>
        <w:autoSpaceDE w:val="0"/>
        <w:autoSpaceDN w:val="0"/>
        <w:adjustRightInd w:val="0"/>
        <w:spacing w:after="80" w:line="276" w:lineRule="auto"/>
        <w:ind w:left="709" w:firstLine="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761E12E9" w14:textId="371D5710" w:rsidR="00F34FAC" w:rsidRPr="009C60AF" w:rsidRDefault="009C60AF" w:rsidP="00F34FAC">
      <w:pPr>
        <w:pStyle w:val="Text1-1"/>
      </w:pPr>
      <w:r w:rsidRPr="009C60AF">
        <w:t>Neobsazeno</w:t>
      </w:r>
      <w:r w:rsidR="00F34FAC" w:rsidRPr="009C60AF">
        <w:t>.</w:t>
      </w:r>
    </w:p>
    <w:p w14:paraId="09416DF1" w14:textId="77777777" w:rsidR="00F34FAC" w:rsidRPr="009C60AF" w:rsidRDefault="00F34FAC" w:rsidP="00F34FAC">
      <w:pPr>
        <w:pStyle w:val="Text1-1"/>
        <w:rPr>
          <w:rFonts w:ascii="Verdana" w:hAnsi="Verdana" w:cstheme="minorHAnsi"/>
        </w:rPr>
      </w:pPr>
      <w:r w:rsidRPr="009C60AF">
        <w:rPr>
          <w:rFonts w:eastAsia="Times New Roman" w:cs="Times New Roman"/>
        </w:rPr>
        <w:t>Odpovědné</w:t>
      </w:r>
      <w:r w:rsidRPr="009C60AF">
        <w:rPr>
          <w:rFonts w:ascii="Verdana" w:hAnsi="Verdana" w:cstheme="minorHAnsi"/>
        </w:rPr>
        <w:t xml:space="preserve"> zadávání</w:t>
      </w:r>
    </w:p>
    <w:p w14:paraId="2E2372A5" w14:textId="77777777" w:rsidR="00F34FAC" w:rsidRPr="009C60AF" w:rsidRDefault="00F34FAC" w:rsidP="00F34FAC">
      <w:pPr>
        <w:pStyle w:val="Text1-1"/>
        <w:numPr>
          <w:ilvl w:val="0"/>
          <w:numId w:val="0"/>
        </w:numPr>
        <w:ind w:left="737"/>
        <w:rPr>
          <w:rFonts w:ascii="Verdana" w:hAnsi="Verdana" w:cstheme="minorHAnsi"/>
        </w:rPr>
      </w:pPr>
      <w:r w:rsidRPr="009C60AF">
        <w:t>Kupující</w:t>
      </w:r>
      <w:r w:rsidRPr="009C60AF">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9C60AF">
        <w:rPr>
          <w:rFonts w:ascii="Verdana" w:hAnsi="Verdana" w:cstheme="minorHAnsi"/>
        </w:rPr>
        <w:t>inovací</w:t>
      </w:r>
      <w:proofErr w:type="gramEnd"/>
      <w:r w:rsidRPr="009C60AF">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149A757E" w14:textId="20F1F158" w:rsidR="00F34FAC" w:rsidRPr="00F34FAC" w:rsidRDefault="00F34FAC" w:rsidP="00F34FAC">
      <w:pPr>
        <w:pStyle w:val="Text1-1"/>
        <w:numPr>
          <w:ilvl w:val="0"/>
          <w:numId w:val="0"/>
        </w:numPr>
        <w:ind w:left="737"/>
      </w:pPr>
      <w:r w:rsidRPr="009C60AF">
        <w:t>Kupující</w:t>
      </w:r>
      <w:r w:rsidRPr="009C60A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proofErr w:type="spellStart"/>
      <w:r w:rsidRPr="007C34D3">
        <w:rPr>
          <w:rFonts w:eastAsia="Times New Roman" w:cs="Times New Roman"/>
        </w:rPr>
        <w:t>Compliance</w:t>
      </w:r>
      <w:proofErr w:type="spellEnd"/>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lastRenderedPageBreak/>
        <w:t xml:space="preserve">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lastRenderedPageBreak/>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0" w:name="ListAnnex04"/>
      <w:tr w:rsidR="00214C3E" w:rsidRPr="00F97DBD" w14:paraId="0AAD41A9" w14:textId="77777777" w:rsidTr="009032FF">
        <w:trPr>
          <w:jc w:val="center"/>
        </w:trPr>
        <w:tc>
          <w:tcPr>
            <w:tcW w:w="2031" w:type="pct"/>
          </w:tcPr>
          <w:p w14:paraId="28E55E32" w14:textId="0BDDD0D2" w:rsidR="00214C3E" w:rsidRPr="009C60AF" w:rsidRDefault="00214C3E" w:rsidP="00214C3E">
            <w:pPr>
              <w:pStyle w:val="Textbezslovn"/>
            </w:pPr>
            <w:r w:rsidRPr="009C60AF">
              <w:fldChar w:fldCharType="begin"/>
            </w:r>
            <w:r w:rsidRPr="009C60AF">
              <w:instrText xml:space="preserve"> HYPERLINK  \l "Annex04" </w:instrText>
            </w:r>
            <w:r w:rsidRPr="009C60AF">
              <w:fldChar w:fldCharType="separate"/>
            </w:r>
            <w:r w:rsidRPr="009C60AF">
              <w:rPr>
                <w:rStyle w:val="Hypertextovodkaz"/>
                <w:rFonts w:cs="Calibri"/>
                <w:color w:val="auto"/>
              </w:rPr>
              <w:t xml:space="preserve">Příloha č. </w:t>
            </w:r>
            <w:r w:rsidR="001E44D1" w:rsidRPr="009C60AF">
              <w:rPr>
                <w:rStyle w:val="Hypertextovodkaz"/>
                <w:rFonts w:cs="Calibri"/>
                <w:color w:val="auto"/>
              </w:rPr>
              <w:t>3</w:t>
            </w:r>
            <w:bookmarkEnd w:id="10"/>
            <w:r w:rsidRPr="009C60AF">
              <w:fldChar w:fldCharType="end"/>
            </w:r>
            <w:r w:rsidRPr="009C60AF">
              <w:t>:</w:t>
            </w:r>
          </w:p>
        </w:tc>
        <w:tc>
          <w:tcPr>
            <w:tcW w:w="2969" w:type="pct"/>
          </w:tcPr>
          <w:p w14:paraId="025B7BE9" w14:textId="45F69477" w:rsidR="00214C3E" w:rsidRPr="009C60AF" w:rsidRDefault="009C60AF" w:rsidP="000D2628">
            <w:pPr>
              <w:pStyle w:val="Textbezslovn"/>
              <w:ind w:hanging="136"/>
            </w:pPr>
            <w:r w:rsidRPr="009C60AF">
              <w:t>neobsazeno</w:t>
            </w:r>
          </w:p>
        </w:tc>
      </w:tr>
      <w:tr w:rsidR="001E44D1" w:rsidRPr="00F97DBD" w14:paraId="086497E9" w14:textId="77777777" w:rsidTr="009032FF">
        <w:trPr>
          <w:jc w:val="center"/>
        </w:trPr>
        <w:tc>
          <w:tcPr>
            <w:tcW w:w="2031" w:type="pct"/>
          </w:tcPr>
          <w:p w14:paraId="32F3AFE8" w14:textId="725A0EAF" w:rsidR="001E44D1" w:rsidRPr="00F97DBD" w:rsidRDefault="00417395"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1"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1"/>
            <w:r w:rsidRPr="001E44D1">
              <w:fldChar w:fldCharType="end"/>
            </w:r>
            <w:r w:rsidRPr="001E44D1">
              <w:t>:</w:t>
            </w:r>
          </w:p>
        </w:tc>
        <w:tc>
          <w:tcPr>
            <w:tcW w:w="2969" w:type="pct"/>
          </w:tcPr>
          <w:p w14:paraId="66E1CAEF" w14:textId="3B7E18B5" w:rsidR="001E44D1" w:rsidRPr="001E44D1" w:rsidRDefault="009C60AF" w:rsidP="001E44D1">
            <w:pPr>
              <w:pStyle w:val="Textbezslovn"/>
              <w:ind w:hanging="136"/>
            </w:pPr>
            <w:r>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Default="001E44D1" w:rsidP="001E44D1">
      <w:pPr>
        <w:pStyle w:val="Odstavec1-1a"/>
        <w:numPr>
          <w:ilvl w:val="0"/>
          <w:numId w:val="0"/>
        </w:numPr>
        <w:ind w:left="1077" w:hanging="1077"/>
        <w:jc w:val="left"/>
        <w:rPr>
          <w:bCs/>
        </w:rPr>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723CD716" w14:textId="77777777" w:rsidR="009C60AF" w:rsidRPr="00935FE2" w:rsidRDefault="009C60AF" w:rsidP="001E44D1">
      <w:pPr>
        <w:pStyle w:val="Odstavec1-1a"/>
        <w:numPr>
          <w:ilvl w:val="0"/>
          <w:numId w:val="0"/>
        </w:numPr>
        <w:ind w:left="1077" w:hanging="1077"/>
        <w:jc w:val="left"/>
      </w:pP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5497443B" w14:textId="77777777" w:rsidR="00ED29F1" w:rsidRDefault="001E44D1" w:rsidP="001E44D1">
      <w:pPr>
        <w:pStyle w:val="Tabulka"/>
        <w:rPr>
          <w:rFonts w:ascii="Verdana" w:eastAsia="Verdana" w:hAnsi="Verdana" w:cs="Times New Roman"/>
          <w:b/>
          <w:bCs/>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32828366" w14:textId="77777777" w:rsidR="009C60AF" w:rsidRDefault="009C60AF" w:rsidP="001E44D1">
      <w:pPr>
        <w:pStyle w:val="Tabulka"/>
        <w:rPr>
          <w:rFonts w:ascii="Verdana" w:eastAsia="Verdana" w:hAnsi="Verdana" w:cs="Times New Roman"/>
          <w:b/>
          <w:bCs/>
        </w:rPr>
      </w:pPr>
    </w:p>
    <w:p w14:paraId="46BC8CF6" w14:textId="7F5E8ADB" w:rsidR="009C60AF" w:rsidRDefault="009C60AF" w:rsidP="001E44D1">
      <w:pPr>
        <w:pStyle w:val="Tabulka"/>
        <w:sectPr w:rsidR="009C60AF" w:rsidSect="004E70C8">
          <w:footerReference w:type="default" r:id="rId23"/>
          <w:pgSz w:w="11906" w:h="16838" w:code="9"/>
          <w:pgMar w:top="1417" w:right="1417" w:bottom="1417" w:left="1417" w:header="595" w:footer="624" w:gutter="652"/>
          <w:pgNumType w:start="1"/>
          <w:cols w:space="708"/>
          <w:docGrid w:linePitch="360"/>
        </w:sectPr>
      </w:pP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6705BC0"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39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797FC1E1" w:rsidR="00285E8B" w:rsidRPr="00E7415D" w:rsidRDefault="00285E8B" w:rsidP="00A15E97">
          <w:pPr>
            <w:pStyle w:val="Zpat0"/>
            <w:rPr>
              <w:b/>
            </w:rPr>
          </w:pPr>
          <w:r>
            <w:t>VZ 635</w:t>
          </w:r>
          <w:r w:rsidR="00947C9E">
            <w:t>24155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C85A16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3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 xml:space="preserve">KUPNÍ </w:t>
          </w:r>
          <w:proofErr w:type="gramStart"/>
          <w:r>
            <w:t>SMLOUVA - Dodávky</w:t>
          </w:r>
          <w:proofErr w:type="gramEnd"/>
        </w:p>
        <w:p w14:paraId="40F61466" w14:textId="50FD6A51" w:rsidR="00285E8B" w:rsidRDefault="001E44D1" w:rsidP="001E44D1">
          <w:pPr>
            <w:pStyle w:val="Zpat0"/>
          </w:pPr>
          <w:r>
            <w:t>VS 635</w:t>
          </w:r>
          <w:r w:rsidR="009C60AF">
            <w:t>24155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956951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3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 xml:space="preserve">KUPNÍ </w:t>
          </w:r>
          <w:proofErr w:type="gramStart"/>
          <w:r>
            <w:t>SMLOUVA - Dodávky</w:t>
          </w:r>
          <w:proofErr w:type="gramEnd"/>
        </w:p>
        <w:p w14:paraId="4983A40B" w14:textId="700E2451" w:rsidR="00285E8B" w:rsidRDefault="001E44D1" w:rsidP="001E44D1">
          <w:pPr>
            <w:pStyle w:val="Zpat0"/>
          </w:pPr>
          <w:r>
            <w:t>VS 635</w:t>
          </w:r>
          <w:r w:rsidR="009C60AF">
            <w:t>24155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58FC3A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3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 xml:space="preserve">KUPNÍ </w:t>
          </w:r>
          <w:proofErr w:type="gramStart"/>
          <w:r>
            <w:t>SMLOUVA - Dodávky</w:t>
          </w:r>
          <w:proofErr w:type="gramEnd"/>
        </w:p>
        <w:p w14:paraId="7E32C0F5" w14:textId="11FC9590" w:rsidR="00285E8B" w:rsidRDefault="001E44D1" w:rsidP="001E44D1">
          <w:pPr>
            <w:pStyle w:val="Zpat0"/>
          </w:pPr>
          <w:r>
            <w:t>VS 635</w:t>
          </w:r>
          <w:r w:rsidR="009C60AF">
            <w:t>24155</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648E147A"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3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 xml:space="preserve">KUPNÍ </w:t>
          </w:r>
          <w:proofErr w:type="gramStart"/>
          <w:r>
            <w:t>SMLOUVA - Dodávky</w:t>
          </w:r>
          <w:proofErr w:type="gramEnd"/>
        </w:p>
        <w:p w14:paraId="669AF5E5" w14:textId="69BAB173" w:rsidR="001E44D1" w:rsidRDefault="001E44D1" w:rsidP="001E44D1">
          <w:pPr>
            <w:pStyle w:val="Zpat0"/>
          </w:pPr>
          <w:r>
            <w:t>VS 635</w:t>
          </w:r>
          <w:r w:rsidR="009C60AF">
            <w:t>24155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3D39"/>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1530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1401"/>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17395"/>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01A"/>
    <w:rsid w:val="004F1FD1"/>
    <w:rsid w:val="004F4B9B"/>
    <w:rsid w:val="00502690"/>
    <w:rsid w:val="0050666E"/>
    <w:rsid w:val="00511AB9"/>
    <w:rsid w:val="0051246F"/>
    <w:rsid w:val="00523BB5"/>
    <w:rsid w:val="00523EA7"/>
    <w:rsid w:val="00525E91"/>
    <w:rsid w:val="005300DD"/>
    <w:rsid w:val="00530299"/>
    <w:rsid w:val="0053117B"/>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17A1E"/>
    <w:rsid w:val="006259ED"/>
    <w:rsid w:val="00637BA9"/>
    <w:rsid w:val="006541D7"/>
    <w:rsid w:val="0065610E"/>
    <w:rsid w:val="00660AD3"/>
    <w:rsid w:val="00667D88"/>
    <w:rsid w:val="006776B6"/>
    <w:rsid w:val="00677D89"/>
    <w:rsid w:val="00683E14"/>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569E5"/>
    <w:rsid w:val="007616C2"/>
    <w:rsid w:val="0076286B"/>
    <w:rsid w:val="007659FC"/>
    <w:rsid w:val="00765B07"/>
    <w:rsid w:val="00766846"/>
    <w:rsid w:val="0077673A"/>
    <w:rsid w:val="00776F1E"/>
    <w:rsid w:val="007846E1"/>
    <w:rsid w:val="007847D6"/>
    <w:rsid w:val="00784C56"/>
    <w:rsid w:val="0079097B"/>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7C9E"/>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C60AF"/>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859BB"/>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85611"/>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4730F"/>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43E6"/>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13</Pages>
  <Words>3680</Words>
  <Characters>21716</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cp:revision>
  <cp:lastPrinted>2019-09-27T11:09:00Z</cp:lastPrinted>
  <dcterms:created xsi:type="dcterms:W3CDTF">2024-08-15T08:04:00Z</dcterms:created>
  <dcterms:modified xsi:type="dcterms:W3CDTF">2024-08-15T08:05:00Z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